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4307" w14:textId="77777777" w:rsidR="00B03B7D" w:rsidRDefault="00B03B7D" w:rsidP="00824E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Planungsgrundlage</w:t>
      </w:r>
    </w:p>
    <w:p w14:paraId="46C82927" w14:textId="77777777" w:rsidR="00A23854" w:rsidRPr="00824E97" w:rsidRDefault="00824E97" w:rsidP="00824E97">
      <w:pPr>
        <w:jc w:val="center"/>
        <w:rPr>
          <w:b/>
          <w:sz w:val="32"/>
          <w:szCs w:val="32"/>
        </w:rPr>
      </w:pPr>
      <w:r w:rsidRPr="00824E97">
        <w:rPr>
          <w:b/>
          <w:sz w:val="32"/>
          <w:szCs w:val="32"/>
        </w:rPr>
        <w:t>Unterrichtsvorbereitung Bewegung und Sport</w:t>
      </w:r>
    </w:p>
    <w:p w14:paraId="07DF8D32" w14:textId="77777777" w:rsidR="00824E97" w:rsidRDefault="00824E97" w:rsidP="00A23854"/>
    <w:p w14:paraId="26386A58" w14:textId="77777777" w:rsidR="00B03B7D" w:rsidRDefault="00B03B7D" w:rsidP="00A23854"/>
    <w:p w14:paraId="5D5467C4" w14:textId="77777777" w:rsidR="00B03B7D" w:rsidRDefault="00B03B7D" w:rsidP="00A2385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38"/>
      </w:tblGrid>
      <w:tr w:rsidR="003638EC" w14:paraId="7347FD1C" w14:textId="77777777" w:rsidTr="00F32F0D">
        <w:trPr>
          <w:trHeight w:val="567"/>
        </w:trPr>
        <w:tc>
          <w:tcPr>
            <w:tcW w:w="9338" w:type="dxa"/>
          </w:tcPr>
          <w:p w14:paraId="0A1DB415" w14:textId="0CD47924" w:rsidR="003638EC" w:rsidRDefault="003638EC" w:rsidP="00F32F0D">
            <w:pPr>
              <w:rPr>
                <w:sz w:val="16"/>
                <w:szCs w:val="16"/>
              </w:rPr>
            </w:pPr>
            <w:r w:rsidRPr="00083980">
              <w:rPr>
                <w:sz w:val="16"/>
                <w:szCs w:val="16"/>
              </w:rPr>
              <w:t>Studierende</w:t>
            </w:r>
            <w:r w:rsidR="00270C59">
              <w:rPr>
                <w:sz w:val="16"/>
                <w:szCs w:val="16"/>
              </w:rPr>
              <w:t>*r</w:t>
            </w:r>
          </w:p>
          <w:p w14:paraId="30922FFE" w14:textId="77777777" w:rsidR="003638EC" w:rsidRPr="00083980" w:rsidRDefault="003638EC" w:rsidP="00B03B7D">
            <w:pPr>
              <w:spacing w:before="120" w:after="120"/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0"/>
          </w:p>
        </w:tc>
      </w:tr>
      <w:tr w:rsidR="003638EC" w14:paraId="4F4094E8" w14:textId="77777777" w:rsidTr="00F32F0D">
        <w:trPr>
          <w:trHeight w:val="567"/>
        </w:trPr>
        <w:tc>
          <w:tcPr>
            <w:tcW w:w="9338" w:type="dxa"/>
          </w:tcPr>
          <w:p w14:paraId="2BC61335" w14:textId="77777777" w:rsidR="003638EC" w:rsidRPr="00FF3714" w:rsidRDefault="003638EC" w:rsidP="00F32F0D">
            <w:pPr>
              <w:rPr>
                <w:sz w:val="16"/>
                <w:szCs w:val="16"/>
              </w:rPr>
            </w:pPr>
            <w:r w:rsidRPr="00FF3714">
              <w:rPr>
                <w:sz w:val="16"/>
                <w:szCs w:val="16"/>
              </w:rPr>
              <w:t>Semester</w:t>
            </w:r>
          </w:p>
          <w:p w14:paraId="68DBB1CB" w14:textId="77777777" w:rsidR="003638EC" w:rsidRPr="00083980" w:rsidRDefault="003638EC" w:rsidP="00B03B7D">
            <w:pPr>
              <w:spacing w:before="120" w:after="120"/>
              <w:rPr>
                <w:szCs w:val="20"/>
              </w:rPr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</w:tr>
      <w:tr w:rsidR="003638EC" w14:paraId="14D4FED2" w14:textId="77777777" w:rsidTr="00F32F0D">
        <w:trPr>
          <w:trHeight w:val="567"/>
        </w:trPr>
        <w:tc>
          <w:tcPr>
            <w:tcW w:w="9338" w:type="dxa"/>
          </w:tcPr>
          <w:p w14:paraId="7B9D7227" w14:textId="77777777" w:rsidR="003638EC" w:rsidRPr="00FF3714" w:rsidRDefault="003638EC" w:rsidP="00F32F0D">
            <w:pPr>
              <w:rPr>
                <w:sz w:val="16"/>
                <w:szCs w:val="16"/>
              </w:rPr>
            </w:pPr>
            <w:r w:rsidRPr="00FF3714">
              <w:rPr>
                <w:sz w:val="16"/>
                <w:szCs w:val="16"/>
              </w:rPr>
              <w:t>Schule</w:t>
            </w:r>
          </w:p>
          <w:p w14:paraId="62313542" w14:textId="77777777" w:rsidR="003638EC" w:rsidRDefault="003638EC" w:rsidP="00B03B7D">
            <w:pPr>
              <w:spacing w:before="120" w:after="120"/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</w:tr>
      <w:tr w:rsidR="003638EC" w14:paraId="77AC7DAE" w14:textId="77777777" w:rsidTr="00224F87">
        <w:trPr>
          <w:trHeight w:val="567"/>
        </w:trPr>
        <w:tc>
          <w:tcPr>
            <w:tcW w:w="9338" w:type="dxa"/>
          </w:tcPr>
          <w:p w14:paraId="4A406999" w14:textId="77777777" w:rsidR="003638EC" w:rsidRPr="00FF3714" w:rsidRDefault="003638EC" w:rsidP="00224F87">
            <w:pPr>
              <w:rPr>
                <w:sz w:val="16"/>
                <w:szCs w:val="16"/>
              </w:rPr>
            </w:pPr>
            <w:r w:rsidRPr="00FF3714">
              <w:rPr>
                <w:sz w:val="16"/>
                <w:szCs w:val="16"/>
              </w:rPr>
              <w:t>Klasse</w:t>
            </w:r>
          </w:p>
          <w:p w14:paraId="241FEBF9" w14:textId="77777777" w:rsidR="003638EC" w:rsidRPr="00083980" w:rsidRDefault="003638EC" w:rsidP="00B03B7D">
            <w:pPr>
              <w:spacing w:before="120" w:after="120"/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</w:tr>
      <w:tr w:rsidR="003638EC" w14:paraId="32419A87" w14:textId="77777777" w:rsidTr="00F32F0D">
        <w:trPr>
          <w:trHeight w:val="567"/>
        </w:trPr>
        <w:tc>
          <w:tcPr>
            <w:tcW w:w="9338" w:type="dxa"/>
          </w:tcPr>
          <w:p w14:paraId="2F5E6E54" w14:textId="53257B6E" w:rsidR="003638EC" w:rsidRPr="00FF3714" w:rsidRDefault="003638EC" w:rsidP="00F32F0D">
            <w:pPr>
              <w:rPr>
                <w:sz w:val="16"/>
                <w:szCs w:val="16"/>
              </w:rPr>
            </w:pPr>
            <w:r w:rsidRPr="00FF3714">
              <w:rPr>
                <w:sz w:val="16"/>
                <w:szCs w:val="16"/>
              </w:rPr>
              <w:t>Praxislehre</w:t>
            </w:r>
            <w:r w:rsidR="00270C59">
              <w:rPr>
                <w:sz w:val="16"/>
                <w:szCs w:val="16"/>
              </w:rPr>
              <w:t>r*in</w:t>
            </w:r>
          </w:p>
          <w:p w14:paraId="54BB5891" w14:textId="77777777" w:rsidR="003638EC" w:rsidRDefault="003638EC" w:rsidP="00B03B7D">
            <w:pPr>
              <w:spacing w:before="120" w:after="120"/>
            </w:pPr>
            <w:r w:rsidRPr="00083980">
              <w:rPr>
                <w:noProof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3980">
              <w:rPr>
                <w:noProof/>
                <w:szCs w:val="20"/>
              </w:rPr>
              <w:instrText xml:space="preserve"> FORMTEXT </w:instrText>
            </w:r>
            <w:r w:rsidRPr="00083980">
              <w:rPr>
                <w:noProof/>
                <w:szCs w:val="20"/>
              </w:rPr>
            </w:r>
            <w:r w:rsidRPr="00083980">
              <w:rPr>
                <w:noProof/>
                <w:szCs w:val="20"/>
              </w:rPr>
              <w:fldChar w:fldCharType="separate"/>
            </w:r>
            <w:r w:rsidRPr="00083980">
              <w:rPr>
                <w:noProof/>
                <w:szCs w:val="20"/>
              </w:rPr>
              <w:t> </w:t>
            </w:r>
            <w:r w:rsidRPr="00083980">
              <w:rPr>
                <w:noProof/>
                <w:szCs w:val="20"/>
              </w:rPr>
              <w:t> </w:t>
            </w:r>
            <w:r w:rsidRPr="00083980">
              <w:rPr>
                <w:noProof/>
                <w:szCs w:val="20"/>
              </w:rPr>
              <w:t> </w:t>
            </w:r>
            <w:r w:rsidRPr="00083980">
              <w:rPr>
                <w:noProof/>
                <w:szCs w:val="20"/>
              </w:rPr>
              <w:t> </w:t>
            </w:r>
            <w:r w:rsidRPr="00083980">
              <w:rPr>
                <w:noProof/>
                <w:szCs w:val="20"/>
              </w:rPr>
              <w:t> </w:t>
            </w:r>
            <w:r w:rsidRPr="00083980">
              <w:rPr>
                <w:noProof/>
                <w:szCs w:val="20"/>
              </w:rPr>
              <w:fldChar w:fldCharType="end"/>
            </w:r>
          </w:p>
        </w:tc>
      </w:tr>
      <w:tr w:rsidR="003638EC" w14:paraId="70C6B018" w14:textId="77777777" w:rsidTr="00CF5372">
        <w:trPr>
          <w:trHeight w:val="567"/>
        </w:trPr>
        <w:tc>
          <w:tcPr>
            <w:tcW w:w="9338" w:type="dxa"/>
          </w:tcPr>
          <w:p w14:paraId="19D1FD72" w14:textId="48ED8A64" w:rsidR="003638EC" w:rsidRPr="00FF3714" w:rsidRDefault="003638EC" w:rsidP="00CF5372">
            <w:pPr>
              <w:rPr>
                <w:sz w:val="16"/>
                <w:szCs w:val="16"/>
              </w:rPr>
            </w:pPr>
            <w:r w:rsidRPr="00FF3714">
              <w:rPr>
                <w:sz w:val="16"/>
                <w:szCs w:val="16"/>
              </w:rPr>
              <w:t>Praxisbetreuer</w:t>
            </w:r>
            <w:r w:rsidR="00270C59">
              <w:rPr>
                <w:sz w:val="16"/>
                <w:szCs w:val="16"/>
              </w:rPr>
              <w:t>*in</w:t>
            </w:r>
          </w:p>
          <w:p w14:paraId="27F4AE12" w14:textId="77777777" w:rsidR="003638EC" w:rsidRPr="00083980" w:rsidRDefault="003638EC" w:rsidP="00B03B7D">
            <w:pPr>
              <w:spacing w:before="120" w:after="120"/>
            </w:pPr>
            <w:r w:rsidRPr="00083980">
              <w:rPr>
                <w:noProof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3980">
              <w:rPr>
                <w:noProof/>
                <w:szCs w:val="20"/>
              </w:rPr>
              <w:instrText xml:space="preserve"> FORMTEXT </w:instrText>
            </w:r>
            <w:r w:rsidRPr="00083980">
              <w:rPr>
                <w:noProof/>
                <w:szCs w:val="20"/>
              </w:rPr>
            </w:r>
            <w:r w:rsidRPr="00083980">
              <w:rPr>
                <w:noProof/>
                <w:szCs w:val="20"/>
              </w:rPr>
              <w:fldChar w:fldCharType="separate"/>
            </w:r>
            <w:r w:rsidRPr="00083980">
              <w:rPr>
                <w:noProof/>
                <w:szCs w:val="20"/>
              </w:rPr>
              <w:t> </w:t>
            </w:r>
            <w:r w:rsidRPr="00083980">
              <w:rPr>
                <w:noProof/>
                <w:szCs w:val="20"/>
              </w:rPr>
              <w:t> </w:t>
            </w:r>
            <w:r w:rsidRPr="00083980">
              <w:rPr>
                <w:noProof/>
                <w:szCs w:val="20"/>
              </w:rPr>
              <w:t> </w:t>
            </w:r>
            <w:r w:rsidRPr="00083980">
              <w:rPr>
                <w:noProof/>
                <w:szCs w:val="20"/>
              </w:rPr>
              <w:t> </w:t>
            </w:r>
            <w:r w:rsidRPr="00083980">
              <w:rPr>
                <w:noProof/>
                <w:szCs w:val="20"/>
              </w:rPr>
              <w:t> </w:t>
            </w:r>
            <w:r w:rsidRPr="00083980">
              <w:rPr>
                <w:noProof/>
                <w:szCs w:val="20"/>
              </w:rPr>
              <w:fldChar w:fldCharType="end"/>
            </w:r>
          </w:p>
        </w:tc>
      </w:tr>
      <w:tr w:rsidR="003638EC" w14:paraId="6F271DC2" w14:textId="77777777" w:rsidTr="00F32F0D">
        <w:trPr>
          <w:trHeight w:val="567"/>
        </w:trPr>
        <w:tc>
          <w:tcPr>
            <w:tcW w:w="9338" w:type="dxa"/>
          </w:tcPr>
          <w:p w14:paraId="115E7478" w14:textId="77777777" w:rsidR="003638EC" w:rsidRPr="00FF3714" w:rsidRDefault="003638EC" w:rsidP="00F32F0D">
            <w:pPr>
              <w:rPr>
                <w:sz w:val="16"/>
                <w:szCs w:val="16"/>
              </w:rPr>
            </w:pPr>
            <w:r w:rsidRPr="00FF3714">
              <w:rPr>
                <w:sz w:val="16"/>
                <w:szCs w:val="16"/>
              </w:rPr>
              <w:t>Datum (TT.MM.JJJJ)</w:t>
            </w:r>
          </w:p>
          <w:p w14:paraId="6FA6DADC" w14:textId="77777777" w:rsidR="003638EC" w:rsidRDefault="003638EC" w:rsidP="00B03B7D">
            <w:pPr>
              <w:spacing w:before="120" w:after="120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</w:tbl>
    <w:p w14:paraId="4AAD94C9" w14:textId="77777777" w:rsidR="003638EC" w:rsidRDefault="003638EC" w:rsidP="003638EC"/>
    <w:p w14:paraId="0031BFDC" w14:textId="77777777" w:rsidR="00B03B7D" w:rsidRDefault="00B03B7D" w:rsidP="003638EC"/>
    <w:p w14:paraId="0F9A106D" w14:textId="77777777" w:rsidR="003638EC" w:rsidRDefault="003638EC" w:rsidP="003638EC"/>
    <w:p w14:paraId="2474CD3D" w14:textId="77777777" w:rsidR="003638EC" w:rsidRDefault="003638EC" w:rsidP="003638EC">
      <w:pPr>
        <w:rPr>
          <w:b/>
          <w:sz w:val="24"/>
        </w:rPr>
      </w:pPr>
      <w:r w:rsidRPr="004E52F1">
        <w:rPr>
          <w:b/>
          <w:sz w:val="24"/>
        </w:rPr>
        <w:t>Didaktische Analyse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38"/>
      </w:tblGrid>
      <w:tr w:rsidR="003638EC" w:rsidRPr="004E52F1" w14:paraId="34DA5970" w14:textId="77777777" w:rsidTr="00F32F0D">
        <w:trPr>
          <w:trHeight w:val="1134"/>
        </w:trPr>
        <w:tc>
          <w:tcPr>
            <w:tcW w:w="9338" w:type="dxa"/>
          </w:tcPr>
          <w:p w14:paraId="2FF26260" w14:textId="77777777" w:rsidR="003638EC" w:rsidRDefault="003638EC" w:rsidP="00F32F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Thema</w:t>
            </w:r>
          </w:p>
          <w:p w14:paraId="00B4D84B" w14:textId="77777777" w:rsidR="003638EC" w:rsidRPr="004E52F1" w:rsidRDefault="003638EC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</w:p>
        </w:tc>
      </w:tr>
      <w:tr w:rsidR="00925CB4" w:rsidRPr="004E52F1" w14:paraId="5DA62209" w14:textId="77777777" w:rsidTr="00F32F0D">
        <w:trPr>
          <w:trHeight w:val="1134"/>
        </w:trPr>
        <w:tc>
          <w:tcPr>
            <w:tcW w:w="9338" w:type="dxa"/>
          </w:tcPr>
          <w:p w14:paraId="37A5ED43" w14:textId="77777777" w:rsidR="00925CB4" w:rsidRDefault="00925CB4" w:rsidP="00F32F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Bildungsbereich</w:t>
            </w:r>
          </w:p>
          <w:p w14:paraId="738C04EE" w14:textId="77777777" w:rsidR="00925CB4" w:rsidRDefault="00925CB4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</w:p>
        </w:tc>
      </w:tr>
      <w:tr w:rsidR="003638EC" w:rsidRPr="004E52F1" w14:paraId="44E8BE0C" w14:textId="77777777" w:rsidTr="00F32F0D">
        <w:trPr>
          <w:trHeight w:val="1134"/>
        </w:trPr>
        <w:tc>
          <w:tcPr>
            <w:tcW w:w="9338" w:type="dxa"/>
          </w:tcPr>
          <w:p w14:paraId="49748B9C" w14:textId="77777777" w:rsidR="003638EC" w:rsidRDefault="003638EC" w:rsidP="00F32F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Lehrplanbezug</w:t>
            </w:r>
          </w:p>
          <w:p w14:paraId="171CBF6F" w14:textId="77777777" w:rsidR="003638EC" w:rsidRPr="004E52F1" w:rsidRDefault="003638EC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</w:p>
        </w:tc>
      </w:tr>
      <w:tr w:rsidR="003638EC" w:rsidRPr="004E52F1" w14:paraId="52EDEDCC" w14:textId="77777777" w:rsidTr="00F32F0D">
        <w:trPr>
          <w:trHeight w:val="1134"/>
        </w:trPr>
        <w:tc>
          <w:tcPr>
            <w:tcW w:w="9338" w:type="dxa"/>
          </w:tcPr>
          <w:p w14:paraId="2FCF9918" w14:textId="77777777" w:rsidR="003638EC" w:rsidRDefault="003638EC" w:rsidP="00F32F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Lernziele</w:t>
            </w:r>
          </w:p>
          <w:p w14:paraId="4A30F32D" w14:textId="77777777" w:rsidR="003638EC" w:rsidRPr="004E52F1" w:rsidRDefault="003638EC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</w:p>
        </w:tc>
      </w:tr>
    </w:tbl>
    <w:p w14:paraId="0CC88CE5" w14:textId="77777777" w:rsidR="003638EC" w:rsidRDefault="003638EC" w:rsidP="003638EC"/>
    <w:p w14:paraId="04D1E23F" w14:textId="77777777" w:rsidR="00B03B7D" w:rsidRDefault="00B03B7D">
      <w:r>
        <w:br w:type="page"/>
      </w:r>
    </w:p>
    <w:p w14:paraId="02E12F15" w14:textId="77777777" w:rsidR="00B03B7D" w:rsidRDefault="00B03B7D" w:rsidP="003638E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38"/>
      </w:tblGrid>
      <w:tr w:rsidR="00B03B7D" w:rsidRPr="004E52F1" w14:paraId="7F23490D" w14:textId="77777777" w:rsidTr="00DC63F3">
        <w:trPr>
          <w:trHeight w:val="1134"/>
        </w:trPr>
        <w:tc>
          <w:tcPr>
            <w:tcW w:w="9338" w:type="dxa"/>
          </w:tcPr>
          <w:p w14:paraId="13D7E1D8" w14:textId="77777777" w:rsidR="00B03B7D" w:rsidRDefault="00B03B7D" w:rsidP="00DC63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Vorkenntnisse</w:t>
            </w:r>
          </w:p>
          <w:p w14:paraId="5BFFCB33" w14:textId="77777777" w:rsidR="00B03B7D" w:rsidRDefault="00B03B7D" w:rsidP="00DC63F3">
            <w:pPr>
              <w:spacing w:before="120" w:after="120"/>
              <w:rPr>
                <w:sz w:val="16"/>
                <w:szCs w:val="16"/>
              </w:rPr>
            </w:pPr>
            <w:r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</w:p>
        </w:tc>
      </w:tr>
      <w:tr w:rsidR="00B03B7D" w:rsidRPr="00890B91" w14:paraId="58CF7DCF" w14:textId="77777777" w:rsidTr="00DC63F3">
        <w:trPr>
          <w:trHeight w:val="1134"/>
        </w:trPr>
        <w:tc>
          <w:tcPr>
            <w:tcW w:w="9338" w:type="dxa"/>
          </w:tcPr>
          <w:p w14:paraId="07B67CA6" w14:textId="77777777" w:rsidR="00B03B7D" w:rsidRDefault="00B03B7D" w:rsidP="00DC63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Unterrichtsmittel (Geräte, Kleingeräte, CD-Player usw.)</w:t>
            </w:r>
          </w:p>
          <w:p w14:paraId="7ED8A8C5" w14:textId="77777777" w:rsidR="00B03B7D" w:rsidRPr="00890B91" w:rsidRDefault="00B03B7D" w:rsidP="00DC63F3">
            <w:pPr>
              <w:spacing w:before="120" w:after="120"/>
              <w:rPr>
                <w:sz w:val="16"/>
                <w:szCs w:val="16"/>
              </w:rPr>
            </w:pPr>
            <w:r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</w:p>
        </w:tc>
      </w:tr>
    </w:tbl>
    <w:p w14:paraId="2B1A4BF0" w14:textId="77777777" w:rsidR="00B03B7D" w:rsidRDefault="00B03B7D" w:rsidP="003638EC"/>
    <w:p w14:paraId="2ADFF295" w14:textId="77777777" w:rsidR="003638EC" w:rsidRDefault="003638EC" w:rsidP="003638EC"/>
    <w:p w14:paraId="6C6A010A" w14:textId="77777777" w:rsidR="003638EC" w:rsidRPr="00BA25E4" w:rsidRDefault="003638EC" w:rsidP="003638EC">
      <w:pPr>
        <w:rPr>
          <w:b/>
          <w:sz w:val="24"/>
        </w:rPr>
      </w:pPr>
      <w:r>
        <w:rPr>
          <w:b/>
          <w:sz w:val="24"/>
        </w:rPr>
        <w:t>Bewegungsbeschreibung/Bewegungsanalyse/Spielregeln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38"/>
      </w:tblGrid>
      <w:tr w:rsidR="003638EC" w14:paraId="32B0E40D" w14:textId="77777777" w:rsidTr="00F32F0D">
        <w:trPr>
          <w:trHeight w:val="851"/>
        </w:trPr>
        <w:tc>
          <w:tcPr>
            <w:tcW w:w="9338" w:type="dxa"/>
          </w:tcPr>
          <w:p w14:paraId="39B6BE57" w14:textId="77777777" w:rsidR="003638EC" w:rsidRDefault="003638EC" w:rsidP="00B03B7D">
            <w:pPr>
              <w:spacing w:before="120" w:after="120"/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</w:tr>
    </w:tbl>
    <w:p w14:paraId="47299566" w14:textId="77777777" w:rsidR="003638EC" w:rsidRDefault="003638EC" w:rsidP="003638EC"/>
    <w:p w14:paraId="21553942" w14:textId="77777777" w:rsidR="003638EC" w:rsidRDefault="003638EC" w:rsidP="003638EC"/>
    <w:p w14:paraId="5D824C3A" w14:textId="77777777" w:rsidR="003638EC" w:rsidRPr="00BA25E4" w:rsidRDefault="003638EC" w:rsidP="003638EC">
      <w:pPr>
        <w:rPr>
          <w:b/>
          <w:sz w:val="24"/>
        </w:rPr>
      </w:pPr>
      <w:r w:rsidRPr="00BA25E4">
        <w:rPr>
          <w:b/>
          <w:sz w:val="24"/>
        </w:rPr>
        <w:t>Reflexion/Qualitätskontrolle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38"/>
      </w:tblGrid>
      <w:tr w:rsidR="003638EC" w14:paraId="774CFA47" w14:textId="77777777" w:rsidTr="00F32F0D">
        <w:trPr>
          <w:trHeight w:val="851"/>
        </w:trPr>
        <w:tc>
          <w:tcPr>
            <w:tcW w:w="9338" w:type="dxa"/>
          </w:tcPr>
          <w:p w14:paraId="6AB33033" w14:textId="77777777" w:rsidR="003638EC" w:rsidRDefault="003638EC" w:rsidP="00B03B7D">
            <w:pPr>
              <w:spacing w:before="120" w:after="120"/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</w:tr>
    </w:tbl>
    <w:p w14:paraId="5F2A6942" w14:textId="77777777" w:rsidR="003638EC" w:rsidRDefault="003638EC" w:rsidP="003638EC"/>
    <w:p w14:paraId="7914DF5E" w14:textId="77777777" w:rsidR="003638EC" w:rsidRDefault="003638EC" w:rsidP="003638EC"/>
    <w:p w14:paraId="30CA038C" w14:textId="77777777" w:rsidR="003638EC" w:rsidRPr="00BA25E4" w:rsidRDefault="003638EC" w:rsidP="003638EC">
      <w:pPr>
        <w:rPr>
          <w:b/>
          <w:sz w:val="24"/>
        </w:rPr>
      </w:pPr>
      <w:r w:rsidRPr="00BA25E4">
        <w:rPr>
          <w:b/>
          <w:sz w:val="24"/>
        </w:rPr>
        <w:t>Geplanter Unterrichtsablauf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39"/>
        <w:gridCol w:w="2117"/>
        <w:gridCol w:w="6082"/>
      </w:tblGrid>
      <w:tr w:rsidR="003638EC" w:rsidRPr="00BA25E4" w14:paraId="3C01778D" w14:textId="77777777" w:rsidTr="00F32F0D">
        <w:trPr>
          <w:trHeight w:val="567"/>
        </w:trPr>
        <w:tc>
          <w:tcPr>
            <w:tcW w:w="3256" w:type="dxa"/>
            <w:gridSpan w:val="2"/>
          </w:tcPr>
          <w:p w14:paraId="50F6E900" w14:textId="77777777" w:rsidR="003638EC" w:rsidRDefault="003638EC" w:rsidP="00F32F0D">
            <w:pPr>
              <w:rPr>
                <w:sz w:val="16"/>
                <w:szCs w:val="16"/>
              </w:rPr>
            </w:pPr>
            <w:r w:rsidRPr="00BA25E4">
              <w:rPr>
                <w:sz w:val="16"/>
                <w:szCs w:val="16"/>
              </w:rPr>
              <w:t>Thema</w:t>
            </w:r>
          </w:p>
          <w:p w14:paraId="2B55885B" w14:textId="77777777" w:rsidR="003638EC" w:rsidRPr="00BA25E4" w:rsidRDefault="003638EC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  <w:tc>
          <w:tcPr>
            <w:tcW w:w="6082" w:type="dxa"/>
          </w:tcPr>
          <w:p w14:paraId="0B5CDF5B" w14:textId="77777777" w:rsidR="003638EC" w:rsidRDefault="003638EC" w:rsidP="00F32F0D">
            <w:pPr>
              <w:rPr>
                <w:sz w:val="16"/>
                <w:szCs w:val="16"/>
              </w:rPr>
            </w:pPr>
            <w:r w:rsidRPr="00BA25E4">
              <w:rPr>
                <w:sz w:val="16"/>
                <w:szCs w:val="16"/>
              </w:rPr>
              <w:t>Datum (TT.MM.JJJJ)</w:t>
            </w:r>
          </w:p>
          <w:p w14:paraId="04F166CD" w14:textId="77777777" w:rsidR="003638EC" w:rsidRPr="00BA25E4" w:rsidRDefault="00B03B7D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</w:tr>
      <w:tr w:rsidR="003638EC" w14:paraId="2E76991E" w14:textId="77777777" w:rsidTr="002D5731">
        <w:trPr>
          <w:trHeight w:val="1134"/>
        </w:trPr>
        <w:tc>
          <w:tcPr>
            <w:tcW w:w="1139" w:type="dxa"/>
          </w:tcPr>
          <w:p w14:paraId="1F543517" w14:textId="77777777" w:rsidR="003638EC" w:rsidRDefault="003638EC" w:rsidP="00F32F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Stundenteil Zeitrahmen</w:t>
            </w:r>
          </w:p>
          <w:p w14:paraId="7C85772A" w14:textId="77777777" w:rsidR="003638EC" w:rsidRPr="00BA25E4" w:rsidRDefault="003638EC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  <w:tc>
          <w:tcPr>
            <w:tcW w:w="2117" w:type="dxa"/>
          </w:tcPr>
          <w:p w14:paraId="27396EDC" w14:textId="77777777" w:rsidR="003638EC" w:rsidRDefault="003638EC" w:rsidP="00F32F0D">
            <w:pPr>
              <w:rPr>
                <w:sz w:val="16"/>
                <w:szCs w:val="16"/>
              </w:rPr>
            </w:pPr>
            <w:r w:rsidRPr="00BA25E4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eplantes Handeln</w:t>
            </w:r>
          </w:p>
          <w:p w14:paraId="615EB746" w14:textId="77777777" w:rsidR="003638EC" w:rsidRDefault="003638EC" w:rsidP="00F32F0D">
            <w:pPr>
              <w:rPr>
                <w:sz w:val="16"/>
                <w:szCs w:val="16"/>
              </w:rPr>
            </w:pPr>
          </w:p>
          <w:p w14:paraId="09A9F1F8" w14:textId="77777777" w:rsidR="003638EC" w:rsidRPr="00BA25E4" w:rsidRDefault="003638EC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  <w:tc>
          <w:tcPr>
            <w:tcW w:w="6082" w:type="dxa"/>
          </w:tcPr>
          <w:p w14:paraId="57B45C08" w14:textId="77777777" w:rsidR="003638EC" w:rsidRDefault="003638EC" w:rsidP="00F32F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Ordnungsrahme</w:t>
            </w:r>
            <w:r w:rsidRPr="00BA25E4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, didaktische bzw. organisatorische Hinweise</w:t>
            </w:r>
          </w:p>
          <w:p w14:paraId="3D3B8DCD" w14:textId="77777777" w:rsidR="003638EC" w:rsidRDefault="003638EC" w:rsidP="00F32F0D">
            <w:pPr>
              <w:rPr>
                <w:sz w:val="16"/>
                <w:szCs w:val="16"/>
              </w:rPr>
            </w:pPr>
          </w:p>
          <w:p w14:paraId="30BBC4B8" w14:textId="77777777" w:rsidR="003638EC" w:rsidRPr="00BA25E4" w:rsidRDefault="003638EC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</w:tr>
      <w:tr w:rsidR="00B03B7D" w14:paraId="01BEEE4E" w14:textId="77777777" w:rsidTr="002D5731">
        <w:trPr>
          <w:trHeight w:val="1134"/>
        </w:trPr>
        <w:tc>
          <w:tcPr>
            <w:tcW w:w="1139" w:type="dxa"/>
          </w:tcPr>
          <w:p w14:paraId="16DCD850" w14:textId="77777777" w:rsidR="00B03B7D" w:rsidRDefault="00B03B7D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  <w:tc>
          <w:tcPr>
            <w:tcW w:w="2117" w:type="dxa"/>
          </w:tcPr>
          <w:p w14:paraId="31632252" w14:textId="77777777" w:rsidR="00B03B7D" w:rsidRPr="00BA25E4" w:rsidRDefault="00B03B7D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  <w:tc>
          <w:tcPr>
            <w:tcW w:w="6082" w:type="dxa"/>
          </w:tcPr>
          <w:p w14:paraId="4328728A" w14:textId="77777777" w:rsidR="00B03B7D" w:rsidRDefault="00B03B7D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</w:tr>
      <w:tr w:rsidR="00B03B7D" w14:paraId="32DC495A" w14:textId="77777777" w:rsidTr="002D5731">
        <w:trPr>
          <w:trHeight w:val="1134"/>
        </w:trPr>
        <w:tc>
          <w:tcPr>
            <w:tcW w:w="1139" w:type="dxa"/>
          </w:tcPr>
          <w:p w14:paraId="14C8D578" w14:textId="77777777" w:rsidR="00B03B7D" w:rsidRDefault="00B03B7D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  <w:tc>
          <w:tcPr>
            <w:tcW w:w="2117" w:type="dxa"/>
          </w:tcPr>
          <w:p w14:paraId="77B219BC" w14:textId="77777777" w:rsidR="00B03B7D" w:rsidRPr="00BA25E4" w:rsidRDefault="00B03B7D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  <w:tc>
          <w:tcPr>
            <w:tcW w:w="6082" w:type="dxa"/>
          </w:tcPr>
          <w:p w14:paraId="06923A89" w14:textId="77777777" w:rsidR="00B03B7D" w:rsidRDefault="00B03B7D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</w:tr>
      <w:tr w:rsidR="00B03B7D" w14:paraId="1FF7F8F2" w14:textId="77777777" w:rsidTr="002D5731">
        <w:trPr>
          <w:trHeight w:val="1134"/>
        </w:trPr>
        <w:tc>
          <w:tcPr>
            <w:tcW w:w="1139" w:type="dxa"/>
          </w:tcPr>
          <w:p w14:paraId="47F6C249" w14:textId="77777777" w:rsidR="00B03B7D" w:rsidRDefault="00B03B7D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  <w:tc>
          <w:tcPr>
            <w:tcW w:w="2117" w:type="dxa"/>
          </w:tcPr>
          <w:p w14:paraId="60883406" w14:textId="77777777" w:rsidR="00B03B7D" w:rsidRPr="00BA25E4" w:rsidRDefault="00B03B7D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  <w:tc>
          <w:tcPr>
            <w:tcW w:w="6082" w:type="dxa"/>
          </w:tcPr>
          <w:p w14:paraId="6440AB49" w14:textId="77777777" w:rsidR="00B03B7D" w:rsidRDefault="00B03B7D" w:rsidP="00B03B7D">
            <w:pPr>
              <w:spacing w:before="120" w:after="120"/>
              <w:rPr>
                <w:sz w:val="16"/>
                <w:szCs w:val="16"/>
              </w:rPr>
            </w:pPr>
            <w:r>
              <w:rPr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Cs w:val="20"/>
              </w:rPr>
              <w:instrText xml:space="preserve"> FORMTEXT </w:instrText>
            </w:r>
            <w:r>
              <w:rPr>
                <w:noProof/>
                <w:szCs w:val="20"/>
              </w:rPr>
            </w:r>
            <w:r>
              <w:rPr>
                <w:noProof/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fldChar w:fldCharType="end"/>
            </w:r>
          </w:p>
        </w:tc>
      </w:tr>
    </w:tbl>
    <w:p w14:paraId="07162533" w14:textId="77777777" w:rsidR="003638EC" w:rsidRDefault="003638EC" w:rsidP="003638EC"/>
    <w:p w14:paraId="779DBB5D" w14:textId="77777777" w:rsidR="00824E97" w:rsidRDefault="00824E97" w:rsidP="00A23854"/>
    <w:sectPr w:rsidR="00824E97" w:rsidSect="00030F5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0" w:h="16840" w:code="9"/>
      <w:pgMar w:top="2552" w:right="1134" w:bottom="1134" w:left="1418" w:header="851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F2917" w14:textId="77777777" w:rsidR="00A02B4F" w:rsidRDefault="00A02B4F">
      <w:r>
        <w:separator/>
      </w:r>
    </w:p>
  </w:endnote>
  <w:endnote w:type="continuationSeparator" w:id="0">
    <w:p w14:paraId="25BF4560" w14:textId="77777777" w:rsidR="00A02B4F" w:rsidRDefault="00A02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8D565" w14:textId="77777777" w:rsidR="00270C59" w:rsidRDefault="00E40528" w:rsidP="00E40528">
    <w:pPr>
      <w:pStyle w:val="Fuzeile"/>
      <w:pBdr>
        <w:top w:val="single" w:sz="2" w:space="1" w:color="666666"/>
      </w:pBdr>
      <w:tabs>
        <w:tab w:val="clear" w:pos="4536"/>
        <w:tab w:val="clear" w:pos="9072"/>
        <w:tab w:val="right" w:pos="9356"/>
      </w:tabs>
      <w:rPr>
        <w:szCs w:val="15"/>
      </w:rPr>
    </w:pPr>
    <w:r w:rsidRPr="00794238">
      <w:rPr>
        <w:szCs w:val="15"/>
      </w:rPr>
      <w:t xml:space="preserve">Pädagogische Hochschule </w:t>
    </w:r>
    <w:r w:rsidRPr="00794238">
      <w:rPr>
        <w:color w:val="666666"/>
        <w:szCs w:val="15"/>
      </w:rPr>
      <w:t>Wien</w:t>
    </w:r>
    <w:r w:rsidRPr="00794238">
      <w:rPr>
        <w:szCs w:val="15"/>
      </w:rPr>
      <w:t xml:space="preserve"> | Grenzackerstraße 18 | 1100 Wien | </w:t>
    </w:r>
    <w:r w:rsidRPr="00794238">
      <w:rPr>
        <w:caps/>
        <w:szCs w:val="15"/>
      </w:rPr>
      <w:t>Österreich</w:t>
    </w:r>
    <w:r w:rsidRPr="00794238">
      <w:rPr>
        <w:szCs w:val="15"/>
      </w:rPr>
      <w:t xml:space="preserve"> | www.phwien.ac.at | Tel. +43 1 601 18-0</w:t>
    </w:r>
  </w:p>
  <w:p w14:paraId="5E2D798C" w14:textId="2C3AA7CD" w:rsidR="00E40528" w:rsidRPr="00794238" w:rsidRDefault="00270C59" w:rsidP="00E40528">
    <w:pPr>
      <w:pStyle w:val="Fuzeile"/>
      <w:pBdr>
        <w:top w:val="single" w:sz="2" w:space="1" w:color="666666"/>
      </w:pBdr>
      <w:tabs>
        <w:tab w:val="clear" w:pos="4536"/>
        <w:tab w:val="clear" w:pos="9072"/>
        <w:tab w:val="right" w:pos="9356"/>
      </w:tabs>
      <w:rPr>
        <w:bCs/>
        <w:szCs w:val="15"/>
      </w:rPr>
    </w:pPr>
    <w:r>
      <w:rPr>
        <w:szCs w:val="15"/>
      </w:rPr>
      <w:t>Zentrum Pädagogisch-praktische Studien Z:PPS</w:t>
    </w:r>
    <w:r w:rsidR="00E40528" w:rsidRPr="00794238">
      <w:rPr>
        <w:szCs w:val="15"/>
      </w:rPr>
      <w:tab/>
    </w:r>
    <w:r w:rsidR="00E40528" w:rsidRPr="00794238">
      <w:rPr>
        <w:szCs w:val="15"/>
      </w:rPr>
      <w:fldChar w:fldCharType="begin"/>
    </w:r>
    <w:r w:rsidR="00E40528" w:rsidRPr="00794238">
      <w:rPr>
        <w:szCs w:val="15"/>
      </w:rPr>
      <w:instrText>PAGE  \* Arabic  \* MERGEFORMAT</w:instrText>
    </w:r>
    <w:r w:rsidR="00E40528" w:rsidRPr="00794238">
      <w:rPr>
        <w:szCs w:val="15"/>
      </w:rPr>
      <w:fldChar w:fldCharType="separate"/>
    </w:r>
    <w:r w:rsidR="00BB5676" w:rsidRPr="00BB5676">
      <w:rPr>
        <w:bCs/>
        <w:noProof/>
        <w:szCs w:val="15"/>
      </w:rPr>
      <w:t>1</w:t>
    </w:r>
    <w:r w:rsidR="00E40528" w:rsidRPr="00794238">
      <w:rPr>
        <w:bCs/>
        <w:noProof/>
        <w:szCs w:val="15"/>
      </w:rPr>
      <w:fldChar w:fldCharType="end"/>
    </w:r>
    <w:r w:rsidR="00E40528" w:rsidRPr="00794238">
      <w:rPr>
        <w:szCs w:val="15"/>
      </w:rPr>
      <w:t>/</w:t>
    </w:r>
    <w:r w:rsidR="00E40528" w:rsidRPr="00794238">
      <w:rPr>
        <w:szCs w:val="15"/>
      </w:rPr>
      <w:fldChar w:fldCharType="begin"/>
    </w:r>
    <w:r w:rsidR="00E40528" w:rsidRPr="00794238">
      <w:rPr>
        <w:szCs w:val="15"/>
      </w:rPr>
      <w:instrText>NUMPAGES  \* Arabic  \* MERGEFORMAT</w:instrText>
    </w:r>
    <w:r w:rsidR="00E40528" w:rsidRPr="00794238">
      <w:rPr>
        <w:szCs w:val="15"/>
      </w:rPr>
      <w:fldChar w:fldCharType="separate"/>
    </w:r>
    <w:r w:rsidR="00BB5676" w:rsidRPr="00BB5676">
      <w:rPr>
        <w:bCs/>
        <w:noProof/>
        <w:szCs w:val="15"/>
      </w:rPr>
      <w:t>2</w:t>
    </w:r>
    <w:r w:rsidR="00E40528" w:rsidRPr="00794238">
      <w:rPr>
        <w:bCs/>
        <w:noProof/>
        <w:szCs w:val="15"/>
      </w:rPr>
      <w:fldChar w:fldCharType="end"/>
    </w:r>
  </w:p>
  <w:p w14:paraId="480AFFDB" w14:textId="77777777" w:rsidR="00030F5C" w:rsidRPr="00794238" w:rsidRDefault="00030F5C" w:rsidP="00030F5C">
    <w:pPr>
      <w:pStyle w:val="Fuzeile"/>
      <w:tabs>
        <w:tab w:val="clear" w:pos="4536"/>
        <w:tab w:val="clear" w:pos="9072"/>
        <w:tab w:val="right" w:pos="9356"/>
      </w:tabs>
      <w:rPr>
        <w:bCs/>
        <w:szCs w:val="15"/>
      </w:rPr>
    </w:pPr>
  </w:p>
  <w:p w14:paraId="31A6A5C7" w14:textId="77777777" w:rsidR="00030F5C" w:rsidRPr="00F42ACA" w:rsidRDefault="00030F5C" w:rsidP="00030F5C">
    <w:pPr>
      <w:pStyle w:val="Fuzeile"/>
      <w:tabs>
        <w:tab w:val="clear" w:pos="4536"/>
        <w:tab w:val="clear" w:pos="9072"/>
        <w:tab w:val="right" w:pos="9356"/>
      </w:tabs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BA304" w14:textId="77777777" w:rsidR="00230A3F" w:rsidRPr="00794238" w:rsidRDefault="00230A3F" w:rsidP="00A2488D">
    <w:pPr>
      <w:pStyle w:val="Fuzeile"/>
      <w:pBdr>
        <w:top w:val="single" w:sz="2" w:space="1" w:color="666666"/>
      </w:pBdr>
      <w:tabs>
        <w:tab w:val="clear" w:pos="4536"/>
        <w:tab w:val="clear" w:pos="9072"/>
        <w:tab w:val="right" w:pos="9356"/>
      </w:tabs>
      <w:rPr>
        <w:bCs/>
        <w:szCs w:val="15"/>
      </w:rPr>
    </w:pPr>
    <w:r w:rsidRPr="00794238">
      <w:rPr>
        <w:szCs w:val="15"/>
      </w:rPr>
      <w:t xml:space="preserve">Pädagogische Hochschule </w:t>
    </w:r>
    <w:r w:rsidRPr="00794238">
      <w:rPr>
        <w:color w:val="666666"/>
        <w:szCs w:val="15"/>
      </w:rPr>
      <w:t>Wien</w:t>
    </w:r>
    <w:r w:rsidRPr="00794238">
      <w:rPr>
        <w:szCs w:val="15"/>
      </w:rPr>
      <w:t xml:space="preserve"> | Grenzackerstraße 18 | 1100 Wien | </w:t>
    </w:r>
    <w:r w:rsidRPr="00794238">
      <w:rPr>
        <w:caps/>
        <w:szCs w:val="15"/>
      </w:rPr>
      <w:t>Österreich</w:t>
    </w:r>
    <w:r w:rsidRPr="00794238">
      <w:rPr>
        <w:szCs w:val="15"/>
      </w:rPr>
      <w:t xml:space="preserve"> | www.phwien.ac.at | Tel. +43 1 601 18-0</w:t>
    </w:r>
    <w:r w:rsidRPr="00794238">
      <w:rPr>
        <w:szCs w:val="15"/>
      </w:rPr>
      <w:tab/>
    </w:r>
    <w:r w:rsidRPr="00794238">
      <w:rPr>
        <w:szCs w:val="15"/>
      </w:rPr>
      <w:fldChar w:fldCharType="begin"/>
    </w:r>
    <w:r w:rsidRPr="00794238">
      <w:rPr>
        <w:szCs w:val="15"/>
      </w:rPr>
      <w:instrText>PAGE  \* Arabic  \* MERGEFORMAT</w:instrText>
    </w:r>
    <w:r w:rsidRPr="00794238">
      <w:rPr>
        <w:szCs w:val="15"/>
      </w:rPr>
      <w:fldChar w:fldCharType="separate"/>
    </w:r>
    <w:r w:rsidR="00030F5C" w:rsidRPr="00030F5C">
      <w:rPr>
        <w:bCs/>
        <w:noProof/>
        <w:szCs w:val="15"/>
      </w:rPr>
      <w:t>1</w:t>
    </w:r>
    <w:r w:rsidRPr="00794238">
      <w:rPr>
        <w:bCs/>
        <w:noProof/>
        <w:szCs w:val="15"/>
      </w:rPr>
      <w:fldChar w:fldCharType="end"/>
    </w:r>
    <w:r w:rsidRPr="00794238">
      <w:rPr>
        <w:szCs w:val="15"/>
      </w:rPr>
      <w:t>/</w:t>
    </w:r>
    <w:r w:rsidRPr="00794238">
      <w:rPr>
        <w:szCs w:val="15"/>
      </w:rPr>
      <w:fldChar w:fldCharType="begin"/>
    </w:r>
    <w:r w:rsidRPr="00794238">
      <w:rPr>
        <w:szCs w:val="15"/>
      </w:rPr>
      <w:instrText>NUMPAGES  \* Arabic  \* MERGEFORMAT</w:instrText>
    </w:r>
    <w:r w:rsidRPr="00794238">
      <w:rPr>
        <w:szCs w:val="15"/>
      </w:rPr>
      <w:fldChar w:fldCharType="separate"/>
    </w:r>
    <w:r w:rsidR="00F77D08" w:rsidRPr="00F77D08">
      <w:rPr>
        <w:bCs/>
        <w:noProof/>
        <w:szCs w:val="15"/>
      </w:rPr>
      <w:t>1</w:t>
    </w:r>
    <w:r w:rsidRPr="00794238">
      <w:rPr>
        <w:bCs/>
        <w:noProof/>
        <w:szCs w:val="15"/>
      </w:rPr>
      <w:fldChar w:fldCharType="end"/>
    </w:r>
  </w:p>
  <w:p w14:paraId="76B9B3BB" w14:textId="77777777" w:rsidR="00230A3F" w:rsidRPr="00794238" w:rsidRDefault="00A2488D" w:rsidP="00A2488D">
    <w:pPr>
      <w:pStyle w:val="Fuzeile"/>
      <w:tabs>
        <w:tab w:val="clear" w:pos="4536"/>
        <w:tab w:val="clear" w:pos="9072"/>
        <w:tab w:val="right" w:pos="9356"/>
      </w:tabs>
      <w:rPr>
        <w:bCs/>
        <w:szCs w:val="15"/>
      </w:rPr>
    </w:pPr>
    <w:r w:rsidRPr="00794238">
      <w:rPr>
        <w:bCs/>
        <w:szCs w:val="15"/>
      </w:rPr>
      <w:t xml:space="preserve">Titel </w:t>
    </w:r>
    <w:r w:rsidR="00230A3F" w:rsidRPr="00794238">
      <w:rPr>
        <w:bCs/>
        <w:szCs w:val="15"/>
      </w:rPr>
      <w:t>Grad V</w:t>
    </w:r>
    <w:r w:rsidRPr="00794238">
      <w:rPr>
        <w:bCs/>
        <w:szCs w:val="15"/>
      </w:rPr>
      <w:t xml:space="preserve">orname FAMILIEN-/NACHNAME, </w:t>
    </w:r>
    <w:r w:rsidR="00230A3F" w:rsidRPr="00794238">
      <w:rPr>
        <w:bCs/>
        <w:szCs w:val="15"/>
      </w:rPr>
      <w:t>Grad</w:t>
    </w:r>
    <w:r w:rsidR="00794238" w:rsidRPr="00794238">
      <w:rPr>
        <w:bCs/>
        <w:szCs w:val="15"/>
      </w:rPr>
      <w:t xml:space="preserve"> | </w:t>
    </w:r>
    <w:hyperlink r:id="rId1" w:history="1">
      <w:r w:rsidR="00794238" w:rsidRPr="00794238">
        <w:rPr>
          <w:rStyle w:val="Hyperlink"/>
          <w:bCs/>
          <w:sz w:val="15"/>
          <w:szCs w:val="15"/>
        </w:rPr>
        <w:t>vorname.familienname@phwien.ac.at</w:t>
      </w:r>
    </w:hyperlink>
  </w:p>
  <w:p w14:paraId="4D31009F" w14:textId="77777777" w:rsidR="00794238" w:rsidRPr="00794238" w:rsidRDefault="00230A3F" w:rsidP="00A2488D">
    <w:pPr>
      <w:pStyle w:val="Fuzeile"/>
      <w:tabs>
        <w:tab w:val="clear" w:pos="4536"/>
        <w:tab w:val="clear" w:pos="9072"/>
        <w:tab w:val="right" w:pos="9356"/>
      </w:tabs>
      <w:rPr>
        <w:bCs/>
        <w:szCs w:val="15"/>
      </w:rPr>
    </w:pPr>
    <w:r w:rsidRPr="00794238">
      <w:rPr>
        <w:bCs/>
        <w:szCs w:val="15"/>
      </w:rPr>
      <w:t>Tel</w:t>
    </w:r>
    <w:r w:rsidR="00A2488D" w:rsidRPr="00794238">
      <w:rPr>
        <w:bCs/>
        <w:szCs w:val="15"/>
      </w:rPr>
      <w:t>.</w:t>
    </w:r>
    <w:r w:rsidRPr="00794238">
      <w:rPr>
        <w:bCs/>
        <w:szCs w:val="15"/>
      </w:rPr>
      <w:t xml:space="preserve"> +43 1 601 18-</w:t>
    </w:r>
    <w:r w:rsidR="00794238" w:rsidRPr="00794238">
      <w:rPr>
        <w:bCs/>
        <w:szCs w:val="15"/>
      </w:rPr>
      <w:t>0000</w:t>
    </w:r>
    <w:r w:rsidRPr="00794238">
      <w:rPr>
        <w:bCs/>
        <w:szCs w:val="15"/>
      </w:rPr>
      <w:t xml:space="preserve"> | Mobil +43 660 123 45 67 | Fax +43 1 601 18-</w:t>
    </w:r>
    <w:r w:rsidR="00794238" w:rsidRPr="00794238">
      <w:rPr>
        <w:bCs/>
        <w:szCs w:val="15"/>
      </w:rPr>
      <w:t>0000</w:t>
    </w:r>
    <w:r w:rsidRPr="00794238">
      <w:rPr>
        <w:bCs/>
        <w:szCs w:val="15"/>
      </w:rPr>
      <w:t xml:space="preserve"> | E-Fax +43 1 601 18-9-</w:t>
    </w:r>
    <w:r w:rsidR="00794238" w:rsidRPr="00794238">
      <w:rPr>
        <w:bCs/>
        <w:szCs w:val="15"/>
      </w:rPr>
      <w:t>0000</w:t>
    </w:r>
  </w:p>
  <w:p w14:paraId="6BF1BEFB" w14:textId="77777777" w:rsidR="00230A3F" w:rsidRPr="00794238" w:rsidRDefault="00230A3F" w:rsidP="00A2488D">
    <w:pPr>
      <w:pStyle w:val="Fuzeile"/>
      <w:tabs>
        <w:tab w:val="clear" w:pos="4536"/>
        <w:tab w:val="clear" w:pos="9072"/>
        <w:tab w:val="right" w:pos="9356"/>
      </w:tabs>
      <w:rPr>
        <w:bCs/>
        <w:szCs w:val="15"/>
      </w:rPr>
    </w:pPr>
  </w:p>
  <w:tbl>
    <w:tblPr>
      <w:tblW w:w="9356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Layout w:type="fixed"/>
      <w:tblLook w:val="01E0" w:firstRow="1" w:lastRow="1" w:firstColumn="1" w:lastColumn="1" w:noHBand="0" w:noVBand="0"/>
    </w:tblPr>
    <w:tblGrid>
      <w:gridCol w:w="2552"/>
      <w:gridCol w:w="1559"/>
      <w:gridCol w:w="1559"/>
      <w:gridCol w:w="1560"/>
      <w:gridCol w:w="2126"/>
    </w:tblGrid>
    <w:tr w:rsidR="000C79A6" w:rsidRPr="000C79A6" w14:paraId="7118C2A3" w14:textId="77777777" w:rsidTr="004924CA">
      <w:trPr>
        <w:trHeight w:val="20"/>
      </w:trPr>
      <w:tc>
        <w:tcPr>
          <w:tcW w:w="2552" w:type="dxa"/>
          <w:vAlign w:val="center"/>
        </w:tcPr>
        <w:p w14:paraId="3438A09D" w14:textId="77777777" w:rsidR="00F42ACA" w:rsidRPr="000C79A6" w:rsidRDefault="00F42ACA" w:rsidP="006D5CF3">
          <w:pPr>
            <w:rPr>
              <w:rFonts w:cs="Arial"/>
              <w:color w:val="666666"/>
              <w:sz w:val="14"/>
              <w:szCs w:val="14"/>
            </w:rPr>
          </w:pPr>
          <w:r w:rsidRPr="000C79A6">
            <w:rPr>
              <w:rFonts w:cs="Arial"/>
              <w:color w:val="666666"/>
              <w:sz w:val="14"/>
              <w:szCs w:val="14"/>
            </w:rPr>
            <w:t>Bezeichnung bzw. Dateiname:</w:t>
          </w:r>
        </w:p>
      </w:tc>
      <w:tc>
        <w:tcPr>
          <w:tcW w:w="1559" w:type="dxa"/>
          <w:vAlign w:val="center"/>
        </w:tcPr>
        <w:p w14:paraId="7B768391" w14:textId="77777777" w:rsidR="00F42ACA" w:rsidRPr="000C79A6" w:rsidRDefault="00F42ACA" w:rsidP="006D5CF3">
          <w:pPr>
            <w:rPr>
              <w:rFonts w:cs="Arial"/>
              <w:color w:val="666666"/>
              <w:sz w:val="14"/>
              <w:szCs w:val="14"/>
            </w:rPr>
          </w:pPr>
          <w:r w:rsidRPr="000C79A6">
            <w:rPr>
              <w:rFonts w:cs="Arial"/>
              <w:color w:val="666666"/>
              <w:sz w:val="14"/>
              <w:szCs w:val="14"/>
            </w:rPr>
            <w:t>Erstellt:</w:t>
          </w:r>
        </w:p>
      </w:tc>
      <w:tc>
        <w:tcPr>
          <w:tcW w:w="1559" w:type="dxa"/>
          <w:vAlign w:val="center"/>
        </w:tcPr>
        <w:p w14:paraId="0CA25E65" w14:textId="77777777" w:rsidR="00F42ACA" w:rsidRPr="000C79A6" w:rsidRDefault="00F42ACA" w:rsidP="006D5CF3">
          <w:pPr>
            <w:rPr>
              <w:rFonts w:cs="Arial"/>
              <w:color w:val="666666"/>
              <w:sz w:val="14"/>
              <w:szCs w:val="14"/>
            </w:rPr>
          </w:pPr>
          <w:r w:rsidRPr="000C79A6">
            <w:rPr>
              <w:rFonts w:cs="Arial"/>
              <w:color w:val="666666"/>
              <w:sz w:val="14"/>
              <w:szCs w:val="14"/>
            </w:rPr>
            <w:t>Geprüft:</w:t>
          </w:r>
        </w:p>
      </w:tc>
      <w:tc>
        <w:tcPr>
          <w:tcW w:w="1560" w:type="dxa"/>
          <w:vAlign w:val="center"/>
        </w:tcPr>
        <w:p w14:paraId="4C0C00F6" w14:textId="77777777" w:rsidR="00F42ACA" w:rsidRPr="000C79A6" w:rsidRDefault="00F42ACA" w:rsidP="006D5CF3">
          <w:pPr>
            <w:rPr>
              <w:rFonts w:cs="Arial"/>
              <w:color w:val="666666"/>
              <w:sz w:val="14"/>
              <w:szCs w:val="14"/>
            </w:rPr>
          </w:pPr>
          <w:r w:rsidRPr="000C79A6">
            <w:rPr>
              <w:rFonts w:cs="Arial"/>
              <w:color w:val="666666"/>
              <w:sz w:val="14"/>
              <w:szCs w:val="14"/>
            </w:rPr>
            <w:t>Freigegeben:</w:t>
          </w:r>
        </w:p>
      </w:tc>
      <w:tc>
        <w:tcPr>
          <w:tcW w:w="2126" w:type="dxa"/>
          <w:vAlign w:val="center"/>
        </w:tcPr>
        <w:p w14:paraId="038DC705" w14:textId="77777777" w:rsidR="00F42ACA" w:rsidRPr="000C79A6" w:rsidRDefault="00F42ACA" w:rsidP="006D5CF3">
          <w:pPr>
            <w:rPr>
              <w:rFonts w:cs="Arial"/>
              <w:color w:val="666666"/>
              <w:sz w:val="14"/>
              <w:szCs w:val="14"/>
            </w:rPr>
          </w:pPr>
          <w:r w:rsidRPr="000C79A6">
            <w:rPr>
              <w:rFonts w:cs="Arial"/>
              <w:color w:val="666666"/>
              <w:sz w:val="14"/>
              <w:szCs w:val="14"/>
            </w:rPr>
            <w:t>Version:</w:t>
          </w:r>
        </w:p>
      </w:tc>
    </w:tr>
    <w:tr w:rsidR="000C79A6" w:rsidRPr="000C79A6" w14:paraId="5587F666" w14:textId="77777777" w:rsidTr="004924CA">
      <w:trPr>
        <w:trHeight w:val="20"/>
      </w:trPr>
      <w:tc>
        <w:tcPr>
          <w:tcW w:w="2552" w:type="dxa"/>
          <w:vAlign w:val="center"/>
        </w:tcPr>
        <w:p w14:paraId="5DEFCD6A" w14:textId="77777777" w:rsidR="00F42ACA" w:rsidRPr="000C79A6" w:rsidRDefault="009B4E84" w:rsidP="009B4E84">
          <w:pPr>
            <w:rPr>
              <w:rFonts w:cs="Arial"/>
              <w:color w:val="666666"/>
              <w:sz w:val="14"/>
              <w:szCs w:val="14"/>
            </w:rPr>
          </w:pPr>
          <w:r w:rsidRPr="000C79A6">
            <w:rPr>
              <w:rFonts w:cs="Arial"/>
              <w:color w:val="666666"/>
              <w:sz w:val="14"/>
              <w:szCs w:val="14"/>
            </w:rPr>
            <w:t>Formular NameForm</w:t>
          </w:r>
          <w:r w:rsidR="000C79A6" w:rsidRPr="000C79A6">
            <w:rPr>
              <w:rFonts w:cs="Arial"/>
              <w:color w:val="666666"/>
              <w:sz w:val="14"/>
              <w:szCs w:val="14"/>
            </w:rPr>
            <w:t>u</w:t>
          </w:r>
          <w:r w:rsidRPr="000C79A6">
            <w:rPr>
              <w:rFonts w:cs="Arial"/>
              <w:color w:val="666666"/>
              <w:sz w:val="14"/>
              <w:szCs w:val="14"/>
            </w:rPr>
            <w:t>lar</w:t>
          </w:r>
          <w:r w:rsidR="00F42ACA" w:rsidRPr="000C79A6">
            <w:rPr>
              <w:rFonts w:cs="Arial"/>
              <w:color w:val="666666"/>
              <w:sz w:val="14"/>
              <w:szCs w:val="14"/>
            </w:rPr>
            <w:t xml:space="preserve"> 1.0.docx</w:t>
          </w:r>
        </w:p>
      </w:tc>
      <w:tc>
        <w:tcPr>
          <w:tcW w:w="1559" w:type="dxa"/>
          <w:vAlign w:val="center"/>
        </w:tcPr>
        <w:p w14:paraId="53A8526B" w14:textId="77777777" w:rsidR="00F42ACA" w:rsidRPr="000C79A6" w:rsidRDefault="009B4E84" w:rsidP="006D5CF3">
          <w:pPr>
            <w:rPr>
              <w:rFonts w:cs="Arial"/>
              <w:color w:val="666666"/>
              <w:sz w:val="14"/>
              <w:szCs w:val="14"/>
            </w:rPr>
          </w:pPr>
          <w:r w:rsidRPr="000C79A6">
            <w:rPr>
              <w:rFonts w:cs="Arial"/>
              <w:color w:val="666666"/>
              <w:sz w:val="14"/>
              <w:szCs w:val="14"/>
            </w:rPr>
            <w:t>Familien</w:t>
          </w:r>
          <w:r w:rsidR="006F3D40">
            <w:rPr>
              <w:rFonts w:cs="Arial"/>
              <w:color w:val="666666"/>
              <w:sz w:val="14"/>
              <w:szCs w:val="14"/>
            </w:rPr>
            <w:t>-/Nach</w:t>
          </w:r>
          <w:r w:rsidRPr="000C79A6">
            <w:rPr>
              <w:rFonts w:cs="Arial"/>
              <w:color w:val="666666"/>
              <w:sz w:val="14"/>
              <w:szCs w:val="14"/>
            </w:rPr>
            <w:t>name</w:t>
          </w:r>
        </w:p>
      </w:tc>
      <w:tc>
        <w:tcPr>
          <w:tcW w:w="1559" w:type="dxa"/>
          <w:vAlign w:val="center"/>
        </w:tcPr>
        <w:p w14:paraId="7B6EB6D2" w14:textId="77777777" w:rsidR="00F42ACA" w:rsidRPr="000C79A6" w:rsidRDefault="006F3D40" w:rsidP="006D5CF3">
          <w:pPr>
            <w:rPr>
              <w:rFonts w:cs="Arial"/>
              <w:color w:val="666666"/>
              <w:sz w:val="14"/>
              <w:szCs w:val="14"/>
            </w:rPr>
          </w:pPr>
          <w:r w:rsidRPr="000C79A6">
            <w:rPr>
              <w:rFonts w:cs="Arial"/>
              <w:color w:val="666666"/>
              <w:sz w:val="14"/>
              <w:szCs w:val="14"/>
            </w:rPr>
            <w:t>Familien</w:t>
          </w:r>
          <w:r>
            <w:rPr>
              <w:rFonts w:cs="Arial"/>
              <w:color w:val="666666"/>
              <w:sz w:val="14"/>
              <w:szCs w:val="14"/>
            </w:rPr>
            <w:t>-/Nach</w:t>
          </w:r>
          <w:r w:rsidRPr="000C79A6">
            <w:rPr>
              <w:rFonts w:cs="Arial"/>
              <w:color w:val="666666"/>
              <w:sz w:val="14"/>
              <w:szCs w:val="14"/>
            </w:rPr>
            <w:t>name</w:t>
          </w:r>
        </w:p>
      </w:tc>
      <w:tc>
        <w:tcPr>
          <w:tcW w:w="1560" w:type="dxa"/>
          <w:vAlign w:val="center"/>
        </w:tcPr>
        <w:p w14:paraId="6168A254" w14:textId="77777777" w:rsidR="00F42ACA" w:rsidRPr="000C79A6" w:rsidRDefault="006F3D40" w:rsidP="006D5CF3">
          <w:pPr>
            <w:rPr>
              <w:rFonts w:cs="Arial"/>
              <w:color w:val="666666"/>
              <w:sz w:val="14"/>
              <w:szCs w:val="14"/>
            </w:rPr>
          </w:pPr>
          <w:r w:rsidRPr="000C79A6">
            <w:rPr>
              <w:rFonts w:cs="Arial"/>
              <w:color w:val="666666"/>
              <w:sz w:val="14"/>
              <w:szCs w:val="14"/>
            </w:rPr>
            <w:t>Familien</w:t>
          </w:r>
          <w:r>
            <w:rPr>
              <w:rFonts w:cs="Arial"/>
              <w:color w:val="666666"/>
              <w:sz w:val="14"/>
              <w:szCs w:val="14"/>
            </w:rPr>
            <w:t>-/Nach</w:t>
          </w:r>
          <w:r w:rsidRPr="000C79A6">
            <w:rPr>
              <w:rFonts w:cs="Arial"/>
              <w:color w:val="666666"/>
              <w:sz w:val="14"/>
              <w:szCs w:val="14"/>
            </w:rPr>
            <w:t>name</w:t>
          </w:r>
        </w:p>
      </w:tc>
      <w:tc>
        <w:tcPr>
          <w:tcW w:w="2126" w:type="dxa"/>
          <w:vAlign w:val="center"/>
        </w:tcPr>
        <w:p w14:paraId="06285D17" w14:textId="77777777" w:rsidR="00F42ACA" w:rsidRPr="000C79A6" w:rsidRDefault="00F42ACA" w:rsidP="009B4E84">
          <w:pPr>
            <w:rPr>
              <w:rFonts w:cs="Arial"/>
              <w:color w:val="666666"/>
              <w:sz w:val="14"/>
              <w:szCs w:val="14"/>
            </w:rPr>
          </w:pPr>
          <w:r w:rsidRPr="000C79A6">
            <w:rPr>
              <w:rFonts w:cs="Arial"/>
              <w:color w:val="666666"/>
              <w:sz w:val="14"/>
              <w:szCs w:val="14"/>
            </w:rPr>
            <w:t xml:space="preserve">1.0 vom </w:t>
          </w:r>
          <w:r w:rsidR="009B4E84" w:rsidRPr="000C79A6">
            <w:rPr>
              <w:rFonts w:cs="Arial"/>
              <w:color w:val="666666"/>
              <w:sz w:val="14"/>
              <w:szCs w:val="14"/>
            </w:rPr>
            <w:t>YYYY-MM-DD</w:t>
          </w:r>
        </w:p>
      </w:tc>
    </w:tr>
  </w:tbl>
  <w:p w14:paraId="5C0485FD" w14:textId="77777777" w:rsidR="00F42ACA" w:rsidRPr="00F42ACA" w:rsidRDefault="00F42ACA" w:rsidP="00F42ACA">
    <w:pPr>
      <w:pStyle w:val="Fuzeile"/>
      <w:tabs>
        <w:tab w:val="clear" w:pos="4536"/>
        <w:tab w:val="clear" w:pos="9072"/>
        <w:tab w:val="right" w:pos="9356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4AF4C" w14:textId="77777777" w:rsidR="00A02B4F" w:rsidRDefault="00A02B4F">
      <w:r>
        <w:separator/>
      </w:r>
    </w:p>
  </w:footnote>
  <w:footnote w:type="continuationSeparator" w:id="0">
    <w:p w14:paraId="7C0C443E" w14:textId="77777777" w:rsidR="00A02B4F" w:rsidRDefault="00A02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3CB" w14:textId="4973F6CD" w:rsidR="00A77D10" w:rsidRDefault="00A77D10" w:rsidP="00EC7F2A">
    <w:pPr>
      <w:pStyle w:val="Kopfzeile"/>
      <w:jc w:val="both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7FF3AB8" wp14:editId="63B37E5E">
              <wp:simplePos x="0" y="0"/>
              <wp:positionH relativeFrom="page">
                <wp:posOffset>360045</wp:posOffset>
              </wp:positionH>
              <wp:positionV relativeFrom="page">
                <wp:posOffset>5346700</wp:posOffset>
              </wp:positionV>
              <wp:extent cx="216000" cy="0"/>
              <wp:effectExtent l="0" t="0" r="12700" b="19050"/>
              <wp:wrapNone/>
              <wp:docPr id="4" name="Gerade Verbindung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66666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6B22B6" id="Gerade Verbindung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8.35pt,421pt" to="45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" strokecolor="#666" strokeweight=".25pt">
              <w10:wrap anchorx="page" anchory="page"/>
              <w10:anchorlock/>
            </v:line>
          </w:pict>
        </mc:Fallback>
      </mc:AlternateContent>
    </w:r>
    <w:r w:rsidR="00270C59">
      <w:rPr>
        <w:noProof/>
      </w:rPr>
      <w:drawing>
        <wp:inline distT="0" distB="0" distL="0" distR="0" wp14:anchorId="3AD2EA12" wp14:editId="00D012F5">
          <wp:extent cx="5761355" cy="817245"/>
          <wp:effectExtent l="0" t="0" r="0" b="1905"/>
          <wp:docPr id="70928991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6F66" w14:textId="77777777" w:rsidR="00F42ACA" w:rsidRDefault="00F42ACA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805C3DA" wp14:editId="203766FA">
              <wp:simplePos x="0" y="0"/>
              <wp:positionH relativeFrom="page">
                <wp:posOffset>360045</wp:posOffset>
              </wp:positionH>
              <wp:positionV relativeFrom="page">
                <wp:posOffset>5346700</wp:posOffset>
              </wp:positionV>
              <wp:extent cx="216000" cy="0"/>
              <wp:effectExtent l="0" t="0" r="12700" b="19050"/>
              <wp:wrapNone/>
              <wp:docPr id="12" name="Gerade Verbindung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66666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CFEF0E" id="Gerade Verbindung 1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8.35pt,421pt" to="45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" strokecolor="#666" strokeweight=".25pt">
              <w10:wrap anchorx="page" anchory="page"/>
              <w10:anchorlock/>
            </v:line>
          </w:pict>
        </mc:Fallback>
      </mc:AlternateContent>
    </w:r>
    <w:r w:rsidR="00A2488D">
      <w:rPr>
        <w:noProof/>
        <w:lang w:eastAsia="de-DE"/>
      </w:rPr>
      <w:drawing>
        <wp:inline distT="0" distB="0" distL="0" distR="0" wp14:anchorId="08764410" wp14:editId="3C1DD8FA">
          <wp:extent cx="5925312" cy="850392"/>
          <wp:effectExtent l="0" t="0" r="0" b="698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H_Logo_Schriftzug_Institut_SW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5312" cy="850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96EC7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5AB42A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79DC65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4F90B1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A6084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97DE95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3B0455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13685911">
    <w:abstractNumId w:val="1"/>
  </w:num>
  <w:num w:numId="2" w16cid:durableId="1751152537">
    <w:abstractNumId w:val="0"/>
  </w:num>
  <w:num w:numId="3" w16cid:durableId="328483331">
    <w:abstractNumId w:val="6"/>
  </w:num>
  <w:num w:numId="4" w16cid:durableId="1789884858">
    <w:abstractNumId w:val="5"/>
  </w:num>
  <w:num w:numId="5" w16cid:durableId="1691252504">
    <w:abstractNumId w:val="4"/>
  </w:num>
  <w:num w:numId="6" w16cid:durableId="593788297">
    <w:abstractNumId w:val="3"/>
  </w:num>
  <w:num w:numId="7" w16cid:durableId="1635477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452"/>
    <w:rsid w:val="00001964"/>
    <w:rsid w:val="00011E28"/>
    <w:rsid w:val="00030AF2"/>
    <w:rsid w:val="00030F5C"/>
    <w:rsid w:val="00031E29"/>
    <w:rsid w:val="00090C03"/>
    <w:rsid w:val="000A717A"/>
    <w:rsid w:val="000C79A6"/>
    <w:rsid w:val="000D4CA6"/>
    <w:rsid w:val="000E7427"/>
    <w:rsid w:val="001055F3"/>
    <w:rsid w:val="001529A4"/>
    <w:rsid w:val="00191F12"/>
    <w:rsid w:val="00193B70"/>
    <w:rsid w:val="00194A2B"/>
    <w:rsid w:val="001C1E6A"/>
    <w:rsid w:val="001C55A3"/>
    <w:rsid w:val="001F12B9"/>
    <w:rsid w:val="00230A3F"/>
    <w:rsid w:val="00270C59"/>
    <w:rsid w:val="002E3751"/>
    <w:rsid w:val="003175A7"/>
    <w:rsid w:val="00347ECD"/>
    <w:rsid w:val="00352C5B"/>
    <w:rsid w:val="003638EC"/>
    <w:rsid w:val="00370CC8"/>
    <w:rsid w:val="003878E3"/>
    <w:rsid w:val="003932BD"/>
    <w:rsid w:val="00396D23"/>
    <w:rsid w:val="003A4C5A"/>
    <w:rsid w:val="003C1E93"/>
    <w:rsid w:val="003C259E"/>
    <w:rsid w:val="00407A5A"/>
    <w:rsid w:val="00421F96"/>
    <w:rsid w:val="004674AE"/>
    <w:rsid w:val="004924CA"/>
    <w:rsid w:val="00495EB7"/>
    <w:rsid w:val="004D3013"/>
    <w:rsid w:val="00536287"/>
    <w:rsid w:val="0056689A"/>
    <w:rsid w:val="005726B0"/>
    <w:rsid w:val="005C421A"/>
    <w:rsid w:val="005F11DA"/>
    <w:rsid w:val="00625E3C"/>
    <w:rsid w:val="0067133A"/>
    <w:rsid w:val="006C5769"/>
    <w:rsid w:val="006F3D40"/>
    <w:rsid w:val="0077222C"/>
    <w:rsid w:val="0079391B"/>
    <w:rsid w:val="00794238"/>
    <w:rsid w:val="00800B74"/>
    <w:rsid w:val="00801C0D"/>
    <w:rsid w:val="00812DE2"/>
    <w:rsid w:val="00824E97"/>
    <w:rsid w:val="00827805"/>
    <w:rsid w:val="00827ACF"/>
    <w:rsid w:val="00835266"/>
    <w:rsid w:val="00837138"/>
    <w:rsid w:val="0085418E"/>
    <w:rsid w:val="008573D2"/>
    <w:rsid w:val="00873532"/>
    <w:rsid w:val="00883B14"/>
    <w:rsid w:val="008877F8"/>
    <w:rsid w:val="008E6D54"/>
    <w:rsid w:val="00920417"/>
    <w:rsid w:val="00925CB4"/>
    <w:rsid w:val="0095108A"/>
    <w:rsid w:val="00960DB4"/>
    <w:rsid w:val="009B4E84"/>
    <w:rsid w:val="009C30DE"/>
    <w:rsid w:val="009D4E78"/>
    <w:rsid w:val="009F61A0"/>
    <w:rsid w:val="00A02B4F"/>
    <w:rsid w:val="00A23854"/>
    <w:rsid w:val="00A2488D"/>
    <w:rsid w:val="00A24DC2"/>
    <w:rsid w:val="00A37109"/>
    <w:rsid w:val="00A41B3F"/>
    <w:rsid w:val="00A51EE3"/>
    <w:rsid w:val="00A77D10"/>
    <w:rsid w:val="00A81951"/>
    <w:rsid w:val="00AE332A"/>
    <w:rsid w:val="00AE50EE"/>
    <w:rsid w:val="00AF5E58"/>
    <w:rsid w:val="00B03B7D"/>
    <w:rsid w:val="00B11ADE"/>
    <w:rsid w:val="00B261D3"/>
    <w:rsid w:val="00B84DE9"/>
    <w:rsid w:val="00B93F13"/>
    <w:rsid w:val="00BB5676"/>
    <w:rsid w:val="00BC4452"/>
    <w:rsid w:val="00BD38C8"/>
    <w:rsid w:val="00C06844"/>
    <w:rsid w:val="00C372CE"/>
    <w:rsid w:val="00C513CF"/>
    <w:rsid w:val="00C62B13"/>
    <w:rsid w:val="00C76159"/>
    <w:rsid w:val="00C81F31"/>
    <w:rsid w:val="00CF6A09"/>
    <w:rsid w:val="00D20106"/>
    <w:rsid w:val="00D22B60"/>
    <w:rsid w:val="00D23AEE"/>
    <w:rsid w:val="00D37FAB"/>
    <w:rsid w:val="00E266C7"/>
    <w:rsid w:val="00E40528"/>
    <w:rsid w:val="00EC4F9C"/>
    <w:rsid w:val="00EC7F2A"/>
    <w:rsid w:val="00ED1116"/>
    <w:rsid w:val="00EE1A8C"/>
    <w:rsid w:val="00F203C9"/>
    <w:rsid w:val="00F42ACA"/>
    <w:rsid w:val="00F466DD"/>
    <w:rsid w:val="00F770CB"/>
    <w:rsid w:val="00F77D08"/>
    <w:rsid w:val="00F83AD1"/>
    <w:rsid w:val="00FE0BA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E8E4EB"/>
  <w15:docId w15:val="{48E80041-6181-49DC-ACAD-BC9FA51C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37138"/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rsid w:val="00D20106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rsid w:val="00EC7F2A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rsid w:val="00EC7F2A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2582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2582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2488D"/>
    <w:pPr>
      <w:tabs>
        <w:tab w:val="center" w:pos="4536"/>
        <w:tab w:val="right" w:pos="9072"/>
      </w:tabs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A2488D"/>
    <w:rPr>
      <w:rFonts w:ascii="Arial" w:hAnsi="Arial"/>
      <w:sz w:val="16"/>
    </w:rPr>
  </w:style>
  <w:style w:type="paragraph" w:styleId="Fuzeile">
    <w:name w:val="footer"/>
    <w:basedOn w:val="Standard"/>
    <w:link w:val="FuzeileZchn"/>
    <w:uiPriority w:val="99"/>
    <w:unhideWhenUsed/>
    <w:rsid w:val="00A2488D"/>
    <w:pPr>
      <w:tabs>
        <w:tab w:val="center" w:pos="4536"/>
        <w:tab w:val="right" w:pos="9072"/>
      </w:tabs>
    </w:pPr>
    <w:rPr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A2488D"/>
    <w:rPr>
      <w:rFonts w:ascii="Arial" w:hAnsi="Arial"/>
      <w:sz w:val="15"/>
    </w:rPr>
  </w:style>
  <w:style w:type="character" w:styleId="Hyperlink">
    <w:name w:val="Hyperlink"/>
    <w:basedOn w:val="Absatz-Standardschriftart"/>
    <w:rsid w:val="00A2488D"/>
    <w:rPr>
      <w:rFonts w:ascii="Arial" w:hAnsi="Arial"/>
      <w:color w:val="auto"/>
      <w:sz w:val="20"/>
      <w:u w:val="single"/>
    </w:rPr>
  </w:style>
  <w:style w:type="character" w:styleId="Seitenzahl">
    <w:name w:val="page number"/>
    <w:basedOn w:val="Absatz-Standardschriftart"/>
    <w:semiHidden/>
    <w:unhideWhenUsed/>
    <w:rsid w:val="00001964"/>
  </w:style>
  <w:style w:type="character" w:customStyle="1" w:styleId="berschrift1Zchn">
    <w:name w:val="Überschrift 1 Zchn"/>
    <w:basedOn w:val="Absatz-Standardschriftart"/>
    <w:link w:val="berschrift1"/>
    <w:rsid w:val="00D20106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EC7F2A"/>
    <w:rPr>
      <w:rFonts w:ascii="Arial" w:eastAsiaTheme="majorEastAsia" w:hAnsi="Arial" w:cstheme="majorBidi"/>
      <w:b/>
      <w:bCs/>
      <w:szCs w:val="26"/>
    </w:rPr>
  </w:style>
  <w:style w:type="paragraph" w:styleId="Funotentext">
    <w:name w:val="footnote text"/>
    <w:basedOn w:val="Standard"/>
    <w:link w:val="FunotentextZchn"/>
    <w:semiHidden/>
    <w:unhideWhenUsed/>
    <w:rsid w:val="00EC7F2A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EC7F2A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semiHidden/>
    <w:unhideWhenUsed/>
    <w:rsid w:val="00EC7F2A"/>
    <w:rPr>
      <w:vertAlign w:val="superscript"/>
    </w:rPr>
  </w:style>
  <w:style w:type="character" w:customStyle="1" w:styleId="berschrift3Zchn">
    <w:name w:val="Überschrift 3 Zchn"/>
    <w:basedOn w:val="Absatz-Standardschriftart"/>
    <w:link w:val="berschrift3"/>
    <w:rsid w:val="00EC7F2A"/>
    <w:rPr>
      <w:rFonts w:ascii="Arial" w:eastAsiaTheme="majorEastAsia" w:hAnsi="Arial" w:cstheme="majorBidi"/>
      <w:b/>
      <w:bCs/>
      <w:sz w:val="20"/>
    </w:rPr>
  </w:style>
  <w:style w:type="table" w:styleId="Tabellenraster">
    <w:name w:val="Table Grid"/>
    <w:basedOn w:val="NormaleTabelle"/>
    <w:rsid w:val="009B4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vorname.familienname@phwien.ac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a.hoch\AppData\Local\Microsoft\Windows\Temporary%20Internet%20Files\Content.IE5\C9YH4V2W\Formular_Vorlage_IWQ_2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7EA7E3-A202-4392-8257-E46FE3341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Formular_Vorlage_IWQ_2</Template>
  <TotalTime>0</TotalTime>
  <Pages>2</Pages>
  <Words>156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Hoch, Andrea</dc:creator>
  <cp:lastModifiedBy>Frühwirth, Gabriele</cp:lastModifiedBy>
  <cp:revision>3</cp:revision>
  <cp:lastPrinted>2014-08-08T08:47:00Z</cp:lastPrinted>
  <dcterms:created xsi:type="dcterms:W3CDTF">2018-06-04T13:20:00Z</dcterms:created>
  <dcterms:modified xsi:type="dcterms:W3CDTF">2023-09-13T13:57:00Z</dcterms:modified>
</cp:coreProperties>
</file>